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855" w:rsidRPr="00937855" w:rsidRDefault="00937855" w:rsidP="00937855">
      <w:pPr>
        <w:pStyle w:val="Titel"/>
      </w:pPr>
      <w:r w:rsidRPr="00937855">
        <w:t>M 3</w:t>
      </w:r>
      <w:r>
        <w:br/>
      </w:r>
      <w:r w:rsidRPr="00937855">
        <w:t xml:space="preserve">Warum werde ich nicht satt?  </w:t>
      </w:r>
      <w:r w:rsidRPr="00937855">
        <w:tab/>
      </w:r>
    </w:p>
    <w:p w:rsidR="00937855" w:rsidRDefault="00937855" w:rsidP="00937855"/>
    <w:p w:rsidR="00937855" w:rsidRPr="00937855" w:rsidRDefault="00937855" w:rsidP="00937855">
      <w:r w:rsidRPr="00937855">
        <w:t>Was für 'ne blöde Frage, ob das wirklich nötig ist.</w:t>
      </w:r>
      <w:r w:rsidRPr="00937855">
        <w:br/>
        <w:t>Ich habe halt zwei Autos, weil mir eins zu wenig ist.</w:t>
      </w:r>
      <w:r w:rsidRPr="00937855">
        <w:br/>
        <w:t>Sie passen beide in meine Garage, für mich ist das Grund genug.</w:t>
      </w:r>
      <w:r w:rsidRPr="00937855">
        <w:br/>
        <w:t>Was soll ich sonst in diese Garage neben meiner Riesen-Villa tun?</w:t>
      </w:r>
      <w:r w:rsidRPr="00937855">
        <w:br/>
        <w:t>Die Geräte für den Swimmingpool liegen schon im Gartenhaus</w:t>
      </w:r>
      <w:r w:rsidRPr="00937855">
        <w:br/>
        <w:t xml:space="preserve">und die Spielzeugeisenbahn ist im Keller aufgebaut. </w:t>
      </w:r>
    </w:p>
    <w:p w:rsidR="00937855" w:rsidRPr="00937855" w:rsidRDefault="00937855" w:rsidP="00937855">
      <w:r w:rsidRPr="00937855">
        <w:t>Jeden Sonntag zähle ich mein Geld, und es tut mir wirklich gut,</w:t>
      </w:r>
      <w:r w:rsidRPr="00937855">
        <w:br/>
        <w:t xml:space="preserve">zu wissen </w:t>
      </w:r>
      <w:proofErr w:type="spellStart"/>
      <w:r w:rsidRPr="00937855">
        <w:t>wieviel</w:t>
      </w:r>
      <w:proofErr w:type="spellEnd"/>
      <w:r w:rsidRPr="00937855">
        <w:t xml:space="preserve"> ich wert bin, und ich bin grad hoch im Kurs.</w:t>
      </w:r>
      <w:r w:rsidRPr="00937855">
        <w:br/>
        <w:t>Ich hatte mehr Glück als die meisten, habe immer fett gelebt.</w:t>
      </w:r>
      <w:r w:rsidRPr="00937855">
        <w:br/>
        <w:t xml:space="preserve">Und wenn ich wirklich etwas wollte, hab' ich's auch gekriegt! </w:t>
      </w:r>
    </w:p>
    <w:p w:rsidR="00937855" w:rsidRPr="00937855" w:rsidRDefault="00937855" w:rsidP="00937855">
      <w:r w:rsidRPr="00937855">
        <w:t xml:space="preserve">Warum werde ich nicht satt? </w:t>
      </w:r>
    </w:p>
    <w:p w:rsidR="00937855" w:rsidRPr="00937855" w:rsidRDefault="00937855" w:rsidP="00937855">
      <w:r w:rsidRPr="00937855">
        <w:t>Ich bin dankbar für mein Leben, hab vieles mitgenommen.</w:t>
      </w:r>
      <w:r w:rsidRPr="00937855">
        <w:br/>
        <w:t>Aus allen Abenteuern immer heil herausgekommen.</w:t>
      </w:r>
      <w:r w:rsidRPr="00937855">
        <w:br/>
        <w:t xml:space="preserve">Jede Menge </w:t>
      </w:r>
      <w:proofErr w:type="spellStart"/>
      <w:r w:rsidRPr="00937855">
        <w:t>Parties</w:t>
      </w:r>
      <w:proofErr w:type="spellEnd"/>
      <w:r w:rsidRPr="00937855">
        <w:t xml:space="preserve"> und Drogen sowieso.</w:t>
      </w:r>
      <w:r w:rsidRPr="00937855">
        <w:br/>
        <w:t>Und auch mit den Frauen war meistens etwas los.</w:t>
      </w:r>
      <w:r w:rsidRPr="00937855">
        <w:br/>
        <w:t>Ich habe wirklich tolle Freunde, man kümmert sich sehr nett.</w:t>
      </w:r>
      <w:r w:rsidRPr="00937855">
        <w:br/>
        <w:t xml:space="preserve">Und auf dem Friedhof ist der beste Platz reserviert für mich. </w:t>
      </w:r>
    </w:p>
    <w:p w:rsidR="00937855" w:rsidRPr="00937855" w:rsidRDefault="00937855" w:rsidP="00937855">
      <w:r w:rsidRPr="00937855">
        <w:t xml:space="preserve">Warum werde ich nicht satt? </w:t>
      </w:r>
    </w:p>
    <w:p w:rsidR="00937855" w:rsidRPr="00937855" w:rsidRDefault="00937855" w:rsidP="00937855">
      <w:r w:rsidRPr="00937855">
        <w:t>Warum werden wir nicht satt?</w:t>
      </w:r>
    </w:p>
    <w:p w:rsidR="00937855" w:rsidRDefault="00937855" w:rsidP="00937855">
      <w:pPr>
        <w:pStyle w:val="berschrift3"/>
      </w:pPr>
    </w:p>
    <w:p w:rsidR="00937855" w:rsidRDefault="00937855" w:rsidP="00937855">
      <w:pPr>
        <w:pStyle w:val="berschrift3"/>
      </w:pPr>
      <w:r>
        <w:t>Autor</w:t>
      </w:r>
    </w:p>
    <w:p w:rsidR="00937855" w:rsidRPr="00937855" w:rsidRDefault="00937855" w:rsidP="00937855">
      <w:r w:rsidRPr="00937855">
        <w:t>(Ursprünglich erschienen auf dem Album ‚Die Toten Hosen – Unsterblich‘)</w:t>
      </w:r>
    </w:p>
    <w:p w:rsidR="00937855" w:rsidRPr="00937855" w:rsidRDefault="00937855" w:rsidP="00937855">
      <w:r w:rsidRPr="00937855">
        <w:t xml:space="preserve">(Songtext von der offiziellen Homepage der Band ‚Die toten Hosen‘: </w:t>
      </w:r>
      <w:hyperlink r:id="rId8" w:history="1">
        <w:r w:rsidRPr="00937855">
          <w:rPr>
            <w:rStyle w:val="Link"/>
          </w:rPr>
          <w:t>http://dietotenhosen.de/veroeffentlichungen_songtexte</w:t>
        </w:r>
      </w:hyperlink>
      <w:r w:rsidRPr="00937855">
        <w:rPr>
          <w:u w:val="single"/>
        </w:rPr>
        <w:t>)</w:t>
      </w:r>
    </w:p>
    <w:p w:rsidR="00937855" w:rsidRPr="00937855" w:rsidRDefault="00937855" w:rsidP="00937855"/>
    <w:p w:rsidR="00E10C3B" w:rsidRPr="00937855" w:rsidRDefault="00E10C3B" w:rsidP="00937855">
      <w:bookmarkStart w:id="0" w:name="_GoBack"/>
      <w:bookmarkEnd w:id="0"/>
    </w:p>
    <w:sectPr w:rsidR="00E10C3B" w:rsidRPr="00937855" w:rsidSect="004913E9">
      <w:headerReference w:type="default" r:id="rId9"/>
      <w:footerReference w:type="default" r:id="rId10"/>
      <w:pgSz w:w="11906" w:h="16838"/>
      <w:pgMar w:top="16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855" w:rsidRDefault="00937855" w:rsidP="00E10C3B">
      <w:r>
        <w:separator/>
      </w:r>
    </w:p>
  </w:endnote>
  <w:endnote w:type="continuationSeparator" w:id="0">
    <w:p w:rsidR="00937855" w:rsidRDefault="00937855" w:rsidP="00E1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CD8" w:rsidRPr="00E10C3B" w:rsidRDefault="00C26CD8" w:rsidP="00E10C3B">
    <w:pPr>
      <w:pStyle w:val="Fuzeile"/>
      <w:rPr>
        <w:sz w:val="20"/>
        <w:szCs w:val="20"/>
      </w:rPr>
    </w:pPr>
    <w:r w:rsidRPr="00E10C3B">
      <w:rPr>
        <w:sz w:val="20"/>
        <w:szCs w:val="20"/>
      </w:rPr>
      <w:fldChar w:fldCharType="begin"/>
    </w:r>
    <w:r w:rsidRPr="00E10C3B">
      <w:rPr>
        <w:sz w:val="20"/>
        <w:szCs w:val="20"/>
      </w:rPr>
      <w:instrText xml:space="preserve"> TITLE  \* MERGEFORMAT </w:instrText>
    </w:r>
    <w:r w:rsidRPr="00E10C3B">
      <w:rPr>
        <w:sz w:val="20"/>
        <w:szCs w:val="20"/>
      </w:rPr>
      <w:fldChar w:fldCharType="separate"/>
    </w:r>
    <w:r w:rsidR="00937855">
      <w:rPr>
        <w:sz w:val="20"/>
        <w:szCs w:val="20"/>
      </w:rPr>
      <w:t xml:space="preserve">Warum werde ich nicht satt?  </w:t>
    </w:r>
    <w:r w:rsidRPr="00E10C3B">
      <w:rPr>
        <w:sz w:val="20"/>
        <w:szCs w:val="20"/>
      </w:rPr>
      <w:fldChar w:fldCharType="end"/>
    </w:r>
    <w:r w:rsidRPr="00E10C3B">
      <w:rPr>
        <w:sz w:val="20"/>
        <w:szCs w:val="20"/>
      </w:rPr>
      <w:tab/>
    </w:r>
    <w:r w:rsidR="000B0D3A" w:rsidRPr="00E10C3B">
      <w:rPr>
        <w:sz w:val="20"/>
        <w:szCs w:val="20"/>
      </w:rPr>
      <w:t>www.5000-brote.de</w:t>
    </w:r>
    <w:r w:rsidRPr="00E10C3B">
      <w:rPr>
        <w:sz w:val="20"/>
        <w:szCs w:val="20"/>
      </w:rPr>
      <w:tab/>
      <w:t xml:space="preserve">Seite </w:t>
    </w:r>
    <w:r w:rsidRPr="00E10C3B">
      <w:rPr>
        <w:sz w:val="20"/>
        <w:szCs w:val="20"/>
      </w:rPr>
      <w:fldChar w:fldCharType="begin"/>
    </w:r>
    <w:r w:rsidRPr="00E10C3B">
      <w:rPr>
        <w:sz w:val="20"/>
        <w:szCs w:val="20"/>
      </w:rPr>
      <w:instrText xml:space="preserve"> PAGE </w:instrText>
    </w:r>
    <w:r w:rsidRPr="00E10C3B">
      <w:rPr>
        <w:sz w:val="20"/>
        <w:szCs w:val="20"/>
      </w:rPr>
      <w:fldChar w:fldCharType="separate"/>
    </w:r>
    <w:r w:rsidR="00937855">
      <w:rPr>
        <w:noProof/>
        <w:sz w:val="20"/>
        <w:szCs w:val="20"/>
      </w:rPr>
      <w:t>1</w:t>
    </w:r>
    <w:r w:rsidRPr="00E10C3B">
      <w:rPr>
        <w:sz w:val="20"/>
        <w:szCs w:val="20"/>
      </w:rPr>
      <w:fldChar w:fldCharType="end"/>
    </w:r>
    <w:r w:rsidRPr="00E10C3B">
      <w:rPr>
        <w:sz w:val="20"/>
        <w:szCs w:val="20"/>
      </w:rPr>
      <w:t xml:space="preserve"> von </w:t>
    </w:r>
    <w:r w:rsidRPr="00E10C3B">
      <w:rPr>
        <w:sz w:val="20"/>
        <w:szCs w:val="20"/>
      </w:rPr>
      <w:fldChar w:fldCharType="begin"/>
    </w:r>
    <w:r w:rsidRPr="00E10C3B">
      <w:rPr>
        <w:sz w:val="20"/>
        <w:szCs w:val="20"/>
      </w:rPr>
      <w:instrText xml:space="preserve"> NUMPAGES </w:instrText>
    </w:r>
    <w:r w:rsidRPr="00E10C3B">
      <w:rPr>
        <w:sz w:val="20"/>
        <w:szCs w:val="20"/>
      </w:rPr>
      <w:fldChar w:fldCharType="separate"/>
    </w:r>
    <w:r w:rsidR="00937855">
      <w:rPr>
        <w:noProof/>
        <w:sz w:val="20"/>
        <w:szCs w:val="20"/>
      </w:rPr>
      <w:t>1</w:t>
    </w:r>
    <w:r w:rsidRPr="00E10C3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855" w:rsidRDefault="00937855" w:rsidP="00E10C3B">
      <w:r>
        <w:separator/>
      </w:r>
    </w:p>
  </w:footnote>
  <w:footnote w:type="continuationSeparator" w:id="0">
    <w:p w:rsidR="00937855" w:rsidRDefault="00937855" w:rsidP="00E10C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CD8" w:rsidRDefault="00C26CD8" w:rsidP="00E10C3B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7CAFD80B" wp14:editId="0100171F">
          <wp:extent cx="1246230" cy="54165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000Brote_Logo_quer_RGB-mitt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133" cy="542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6726E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282A74"/>
    <w:multiLevelType w:val="hybridMultilevel"/>
    <w:tmpl w:val="9F367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855"/>
    <w:rsid w:val="000B0D3A"/>
    <w:rsid w:val="00170254"/>
    <w:rsid w:val="004913E9"/>
    <w:rsid w:val="006F4FAC"/>
    <w:rsid w:val="00733B4C"/>
    <w:rsid w:val="00915213"/>
    <w:rsid w:val="00937855"/>
    <w:rsid w:val="00A20187"/>
    <w:rsid w:val="00BD4B7D"/>
    <w:rsid w:val="00C26CD8"/>
    <w:rsid w:val="00D16536"/>
    <w:rsid w:val="00D44C13"/>
    <w:rsid w:val="00E10C3B"/>
    <w:rsid w:val="00EF00A1"/>
    <w:rsid w:val="00EF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0C3B"/>
    <w:pPr>
      <w:spacing w:after="200" w:line="276" w:lineRule="auto"/>
    </w:pPr>
    <w:rPr>
      <w:rFonts w:ascii="Arial" w:hAnsi="Arial" w:cs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0B0D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0B0D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0B0D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44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D44C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ausstellen">
    <w:name w:val="Emphasis"/>
    <w:uiPriority w:val="20"/>
    <w:qFormat/>
    <w:rsid w:val="00D44C13"/>
    <w:rPr>
      <w:i/>
      <w:iCs/>
    </w:rPr>
  </w:style>
  <w:style w:type="paragraph" w:styleId="Listenabsatz">
    <w:name w:val="List Paragraph"/>
    <w:basedOn w:val="Standard"/>
    <w:uiPriority w:val="34"/>
    <w:qFormat/>
    <w:rsid w:val="00D44C13"/>
    <w:pPr>
      <w:ind w:left="720"/>
      <w:contextualSpacing/>
    </w:pPr>
  </w:style>
  <w:style w:type="character" w:styleId="Link">
    <w:name w:val="Hyperlink"/>
    <w:uiPriority w:val="99"/>
    <w:unhideWhenUsed/>
    <w:rsid w:val="00D44C13"/>
    <w:rPr>
      <w:color w:val="0000FF"/>
      <w:u w:val="single"/>
    </w:rPr>
  </w:style>
  <w:style w:type="paragraph" w:styleId="Titel">
    <w:name w:val="Title"/>
    <w:basedOn w:val="Standard"/>
    <w:next w:val="Standard"/>
    <w:link w:val="TitelZeichen"/>
    <w:uiPriority w:val="10"/>
    <w:qFormat/>
    <w:rsid w:val="000B0D3A"/>
    <w:pPr>
      <w:pBdr>
        <w:bottom w:val="single" w:sz="8" w:space="4" w:color="008000"/>
      </w:pBdr>
      <w:spacing w:after="12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40"/>
      <w:szCs w:val="40"/>
    </w:rPr>
  </w:style>
  <w:style w:type="character" w:customStyle="1" w:styleId="TitelZeichen">
    <w:name w:val="Titel Zeichen"/>
    <w:basedOn w:val="Absatzstandardschriftart"/>
    <w:link w:val="Titel"/>
    <w:uiPriority w:val="10"/>
    <w:rsid w:val="000B0D3A"/>
    <w:rPr>
      <w:rFonts w:asciiTheme="majorHAnsi" w:eastAsiaTheme="majorEastAsia" w:hAnsiTheme="majorHAnsi" w:cstheme="majorBidi"/>
      <w:spacing w:val="5"/>
      <w:kern w:val="28"/>
      <w:sz w:val="40"/>
      <w:szCs w:val="40"/>
      <w:lang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0B0D3A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0B0D3A"/>
    <w:rPr>
      <w:rFonts w:asciiTheme="majorHAnsi" w:eastAsiaTheme="majorEastAsia" w:hAnsiTheme="majorHAnsi" w:cstheme="majorBidi"/>
      <w:i/>
      <w:iCs/>
      <w:spacing w:val="15"/>
      <w:sz w:val="24"/>
      <w:szCs w:val="24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C2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26CD8"/>
    <w:rPr>
      <w:sz w:val="22"/>
      <w:szCs w:val="22"/>
      <w:lang w:eastAsia="en-US"/>
    </w:rPr>
  </w:style>
  <w:style w:type="paragraph" w:styleId="Fuzeile">
    <w:name w:val="footer"/>
    <w:basedOn w:val="Standard"/>
    <w:link w:val="FuzeileZeichen"/>
    <w:uiPriority w:val="99"/>
    <w:unhideWhenUsed/>
    <w:rsid w:val="00C2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C26CD8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6C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6CD8"/>
    <w:rPr>
      <w:rFonts w:ascii="Lucida Grande" w:hAnsi="Lucida Grande" w:cs="Lucida Grande"/>
      <w:sz w:val="18"/>
      <w:szCs w:val="18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0B0D3A"/>
    <w:rPr>
      <w:rFonts w:asciiTheme="majorHAnsi" w:eastAsiaTheme="majorEastAsia" w:hAnsiTheme="majorHAnsi" w:cstheme="majorBidi"/>
      <w:b/>
      <w:bCs/>
      <w:sz w:val="32"/>
      <w:szCs w:val="32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0B0D3A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0B0D3A"/>
    <w:rPr>
      <w:rFonts w:asciiTheme="majorHAnsi" w:eastAsiaTheme="majorEastAsia" w:hAnsiTheme="majorHAnsi" w:cstheme="majorBidi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0C3B"/>
    <w:pPr>
      <w:spacing w:after="200" w:line="276" w:lineRule="auto"/>
    </w:pPr>
    <w:rPr>
      <w:rFonts w:ascii="Arial" w:hAnsi="Arial" w:cs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0B0D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0B0D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0B0D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44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D44C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ausstellen">
    <w:name w:val="Emphasis"/>
    <w:uiPriority w:val="20"/>
    <w:qFormat/>
    <w:rsid w:val="00D44C13"/>
    <w:rPr>
      <w:i/>
      <w:iCs/>
    </w:rPr>
  </w:style>
  <w:style w:type="paragraph" w:styleId="Listenabsatz">
    <w:name w:val="List Paragraph"/>
    <w:basedOn w:val="Standard"/>
    <w:uiPriority w:val="34"/>
    <w:qFormat/>
    <w:rsid w:val="00D44C13"/>
    <w:pPr>
      <w:ind w:left="720"/>
      <w:contextualSpacing/>
    </w:pPr>
  </w:style>
  <w:style w:type="character" w:styleId="Link">
    <w:name w:val="Hyperlink"/>
    <w:uiPriority w:val="99"/>
    <w:unhideWhenUsed/>
    <w:rsid w:val="00D44C13"/>
    <w:rPr>
      <w:color w:val="0000FF"/>
      <w:u w:val="single"/>
    </w:rPr>
  </w:style>
  <w:style w:type="paragraph" w:styleId="Titel">
    <w:name w:val="Title"/>
    <w:basedOn w:val="Standard"/>
    <w:next w:val="Standard"/>
    <w:link w:val="TitelZeichen"/>
    <w:uiPriority w:val="10"/>
    <w:qFormat/>
    <w:rsid w:val="000B0D3A"/>
    <w:pPr>
      <w:pBdr>
        <w:bottom w:val="single" w:sz="8" w:space="4" w:color="008000"/>
      </w:pBdr>
      <w:spacing w:after="12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40"/>
      <w:szCs w:val="40"/>
    </w:rPr>
  </w:style>
  <w:style w:type="character" w:customStyle="1" w:styleId="TitelZeichen">
    <w:name w:val="Titel Zeichen"/>
    <w:basedOn w:val="Absatzstandardschriftart"/>
    <w:link w:val="Titel"/>
    <w:uiPriority w:val="10"/>
    <w:rsid w:val="000B0D3A"/>
    <w:rPr>
      <w:rFonts w:asciiTheme="majorHAnsi" w:eastAsiaTheme="majorEastAsia" w:hAnsiTheme="majorHAnsi" w:cstheme="majorBidi"/>
      <w:spacing w:val="5"/>
      <w:kern w:val="28"/>
      <w:sz w:val="40"/>
      <w:szCs w:val="40"/>
      <w:lang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0B0D3A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0B0D3A"/>
    <w:rPr>
      <w:rFonts w:asciiTheme="majorHAnsi" w:eastAsiaTheme="majorEastAsia" w:hAnsiTheme="majorHAnsi" w:cstheme="majorBidi"/>
      <w:i/>
      <w:iCs/>
      <w:spacing w:val="15"/>
      <w:sz w:val="24"/>
      <w:szCs w:val="24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C2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26CD8"/>
    <w:rPr>
      <w:sz w:val="22"/>
      <w:szCs w:val="22"/>
      <w:lang w:eastAsia="en-US"/>
    </w:rPr>
  </w:style>
  <w:style w:type="paragraph" w:styleId="Fuzeile">
    <w:name w:val="footer"/>
    <w:basedOn w:val="Standard"/>
    <w:link w:val="FuzeileZeichen"/>
    <w:uiPriority w:val="99"/>
    <w:unhideWhenUsed/>
    <w:rsid w:val="00C2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C26CD8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6C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6CD8"/>
    <w:rPr>
      <w:rFonts w:ascii="Lucida Grande" w:hAnsi="Lucida Grande" w:cs="Lucida Grande"/>
      <w:sz w:val="18"/>
      <w:szCs w:val="18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0B0D3A"/>
    <w:rPr>
      <w:rFonts w:asciiTheme="majorHAnsi" w:eastAsiaTheme="majorEastAsia" w:hAnsiTheme="majorHAnsi" w:cstheme="majorBidi"/>
      <w:b/>
      <w:bCs/>
      <w:sz w:val="32"/>
      <w:szCs w:val="32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0B0D3A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0B0D3A"/>
    <w:rPr>
      <w:rFonts w:asciiTheme="majorHAnsi" w:eastAsiaTheme="majorEastAsia" w:hAnsiTheme="majorHAnsi" w:cstheme="maj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dietotenhosen.de/veroeffentlichungen_songtexte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Users:t.goebe:Library:Application%20Support:Microsoft:Office:Benutzervorlagen:Meine%20Vorlagen:5000-Brote.dotx" TargetMode="External"/></Relationships>
</file>

<file path=word/theme/theme1.xml><?xml version="1.0" encoding="utf-8"?>
<a:theme xmlns:a="http://schemas.openxmlformats.org/drawingml/2006/main" name="5000-bro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5000-Brote.dotx</Template>
  <TotalTime>0</TotalTime>
  <Pages>1</Pages>
  <Words>213</Words>
  <Characters>1099</Characters>
  <Application>Microsoft Macintosh Word</Application>
  <DocSecurity>0</DocSecurity>
  <Lines>30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Brot des Lebens - ein Symbol</vt:lpstr>
    </vt:vector>
  </TitlesOfParts>
  <Manager/>
  <Company/>
  <LinksUpToDate>false</LinksUpToDate>
  <CharactersWithSpaces>1300</CharactersWithSpaces>
  <SharedDoc>false</SharedDoc>
  <HyperlinkBase/>
  <HLinks>
    <vt:vector size="6" baseType="variant">
      <vt:variant>
        <vt:i4>3080260</vt:i4>
      </vt:variant>
      <vt:variant>
        <vt:i4>0</vt:i4>
      </vt:variant>
      <vt:variant>
        <vt:i4>0</vt:i4>
      </vt:variant>
      <vt:variant>
        <vt:i4>5</vt:i4>
      </vt:variant>
      <vt:variant>
        <vt:lpwstr>http://dietotenhosen.de/veroeffentlichungen_songtexte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Warum werde ich nicht satt?  </dc:title>
  <dc:subject/>
  <dc:creator>Die Toten Hosen</dc:creator>
  <cp:keywords/>
  <dc:description/>
  <cp:lastModifiedBy>Thomas Göbe</cp:lastModifiedBy>
  <cp:revision>1</cp:revision>
  <dcterms:created xsi:type="dcterms:W3CDTF">2014-03-20T14:58:00Z</dcterms:created>
  <dcterms:modified xsi:type="dcterms:W3CDTF">2014-03-20T15:00:00Z</dcterms:modified>
  <cp:category/>
</cp:coreProperties>
</file>